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shd w:val="clear" w:color="auto" w:fill="FFFFFF"/>
        <w:adjustRightInd/>
        <w:spacing w:after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在莒县体育总会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/>
        </w:rPr>
        <w:t>组织建设会议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上的</w:t>
      </w: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eastAsia="zh-CN"/>
        </w:rPr>
        <w:t>致辞</w:t>
      </w:r>
      <w:bookmarkStart w:id="0" w:name="_GoBack"/>
      <w:bookmarkEnd w:id="0"/>
    </w:p>
    <w:p>
      <w:pPr>
        <w:widowControl w:val="0"/>
        <w:shd w:val="clear" w:color="auto" w:fill="FFFFFF"/>
        <w:adjustRightInd/>
        <w:spacing w:after="0"/>
        <w:jc w:val="center"/>
        <w:rPr>
          <w:rFonts w:ascii="仿宋_GB2312" w:hAnsi="Times New Roman" w:eastAsia="仿宋_GB2312"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kern w:val="2"/>
          <w:sz w:val="32"/>
          <w:szCs w:val="32"/>
        </w:rPr>
        <w:t>日照市体育总会副主席</w:t>
      </w:r>
      <w:r>
        <w:rPr>
          <w:rFonts w:ascii="仿宋_GB2312" w:hAnsi="Times New Roman" w:eastAsia="仿宋_GB2312"/>
          <w:kern w:val="2"/>
          <w:sz w:val="32"/>
          <w:szCs w:val="32"/>
        </w:rPr>
        <w:t>---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张永礼</w:t>
      </w:r>
    </w:p>
    <w:p>
      <w:pPr>
        <w:widowControl w:val="0"/>
        <w:shd w:val="clear" w:color="auto" w:fill="FFFFFF"/>
        <w:adjustRightInd/>
        <w:spacing w:after="0"/>
        <w:jc w:val="center"/>
        <w:rPr>
          <w:rFonts w:ascii="仿宋_GB2312" w:hAnsi="Times New Roman" w:eastAsia="仿宋_GB2312"/>
          <w:kern w:val="2"/>
          <w:sz w:val="32"/>
          <w:szCs w:val="32"/>
        </w:rPr>
      </w:pPr>
      <w:r>
        <w:rPr>
          <w:rFonts w:hint="eastAsia" w:ascii="仿宋_GB2312" w:hAnsi="Times New Roman" w:eastAsia="仿宋_GB2312"/>
          <w:kern w:val="2"/>
          <w:sz w:val="32"/>
          <w:szCs w:val="32"/>
        </w:rPr>
        <w:t>（</w:t>
      </w:r>
      <w:r>
        <w:rPr>
          <w:rFonts w:ascii="仿宋_GB2312" w:hAnsi="Times New Roman" w:eastAsia="仿宋_GB2312"/>
          <w:kern w:val="2"/>
          <w:sz w:val="32"/>
          <w:szCs w:val="32"/>
        </w:rPr>
        <w:t>2014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年</w:t>
      </w:r>
      <w:r>
        <w:rPr>
          <w:rFonts w:ascii="仿宋_GB2312" w:hAnsi="Times New Roman" w:eastAsia="仿宋_GB2312"/>
          <w:kern w:val="2"/>
          <w:sz w:val="32"/>
          <w:szCs w:val="32"/>
        </w:rPr>
        <w:t>12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月</w:t>
      </w:r>
      <w:r>
        <w:rPr>
          <w:rFonts w:ascii="仿宋_GB2312" w:hAnsi="Times New Roman" w:eastAsia="仿宋_GB2312"/>
          <w:kern w:val="2"/>
          <w:sz w:val="32"/>
          <w:szCs w:val="32"/>
        </w:rPr>
        <w:t>10</w:t>
      </w:r>
      <w:r>
        <w:rPr>
          <w:rFonts w:hint="eastAsia" w:ascii="仿宋_GB2312" w:hAnsi="Times New Roman" w:eastAsia="仿宋_GB2312"/>
          <w:kern w:val="2"/>
          <w:sz w:val="32"/>
          <w:szCs w:val="32"/>
        </w:rPr>
        <w:t>日）</w:t>
      </w:r>
    </w:p>
    <w:p>
      <w:pPr>
        <w:widowControl w:val="0"/>
        <w:shd w:val="clear" w:color="auto" w:fill="FFFFFF"/>
        <w:adjustRightInd/>
        <w:spacing w:after="0"/>
        <w:jc w:val="center"/>
        <w:rPr>
          <w:rFonts w:ascii="宋体" w:hAnsi="宋体" w:eastAsia="宋体"/>
          <w:kern w:val="2"/>
          <w:sz w:val="32"/>
          <w:szCs w:val="32"/>
        </w:rPr>
      </w:pPr>
    </w:p>
    <w:p>
      <w:pPr>
        <w:widowControl w:val="0"/>
        <w:shd w:val="clear" w:color="auto" w:fill="FFFFFF"/>
        <w:wordWrap/>
        <w:adjustRightInd w:val="0"/>
        <w:snapToGrid w:val="0"/>
        <w:spacing w:after="0" w:line="520" w:lineRule="exact"/>
        <w:ind w:left="0" w:leftChars="0" w:right="0"/>
        <w:jc w:val="both"/>
        <w:textAlignment w:val="auto"/>
        <w:outlineLvl w:val="9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各位领导、同志们、朋友们：</w:t>
      </w:r>
    </w:p>
    <w:p>
      <w:pPr>
        <w:widowControl w:val="0"/>
        <w:shd w:val="clear" w:color="auto" w:fill="FFFFFF"/>
        <w:wordWrap/>
        <w:adjustRightInd w:val="0"/>
        <w:snapToGrid w:val="0"/>
        <w:spacing w:after="0" w:line="520" w:lineRule="exact"/>
        <w:ind w:left="0" w:leftChars="0" w:right="0" w:firstLine="645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今天，我们在这里隆重举行莒县体育总会组织建设会议，这是莒县体育史上的一件盛事，是全面贯彻落实《全民健身条例》和《全民健身计划（2011-2015）》的重大举措，是党的群众路线教育实践活动体育惠民成果的真实体现，意义重大深远。在此，我</w:t>
      </w:r>
      <w:r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  <w:t>谨代表市体育局、市体育总会向莒县成立体育总会表示热烈的祝贺!</w:t>
      </w:r>
    </w:p>
    <w:p>
      <w:pPr>
        <w:widowControl w:val="0"/>
        <w:shd w:val="clear" w:color="auto" w:fill="FFFFFF"/>
        <w:wordWrap/>
        <w:adjustRightInd w:val="0"/>
        <w:snapToGrid w:val="0"/>
        <w:spacing w:after="0" w:line="52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在刚刚出台的国务院关于加快发展体育产业，促进体育消费的若干意见（国发【2014】46号）中指出，将全民健身上升为国家战略，要求营造重视体育、支持体育、参与体育的氛围，形成有利于满足人民群众多样化健身需求的工作机制，提高中华民族的身体素质和健康水平。我市在区县、乡镇街道建立体育总会组织是全面落实《全民健身计划2011-2015》和国发【2014】46好文件的具体措施。</w:t>
      </w:r>
    </w:p>
    <w:p>
      <w:pPr>
        <w:widowControl w:val="0"/>
        <w:shd w:val="clear" w:color="auto" w:fill="FFFFFF"/>
        <w:wordWrap/>
        <w:adjustRightInd w:val="0"/>
        <w:snapToGrid w:val="0"/>
        <w:spacing w:after="0" w:line="5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kern w:val="2"/>
          <w:sz w:val="32"/>
          <w:szCs w:val="32"/>
        </w:rPr>
        <w:t>体育总会是群众的社会体育组织，担负着促进全民健身工作开展的重任，履行着体育惠民政策实现的义务，发挥着实现人民群众追求幸福生活对体育新要求、新期待的独特作用，任重道远。希望莒县体育总会全面深入贯彻落实党的十八大和十八届三中、四中全会精神，在支持配合政府简政放权、保障和改善民生、推进社会组织改革发展、践行社会主义核心价值观等方面，充分发挥自身优势和作用，加大改革力度，强化创新措施，不断满足人民群众在追求幸福生活中对体育的新需求、新期待，推动全民健身活动的普及，促进体育事业蓬勃发展。</w:t>
      </w:r>
    </w:p>
    <w:p>
      <w:pPr>
        <w:widowControl w:val="0"/>
        <w:shd w:val="clear" w:color="auto" w:fill="FFFFFF"/>
        <w:wordWrap/>
        <w:adjustRightInd w:val="0"/>
        <w:snapToGrid w:val="0"/>
        <w:spacing w:after="0" w:line="5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最后，祝莒县体育总会成立大会圆满成功！</w:t>
      </w:r>
    </w:p>
    <w:p>
      <w:pPr>
        <w:widowControl w:val="0"/>
        <w:shd w:val="clear" w:color="auto" w:fill="FFFFFF"/>
        <w:wordWrap/>
        <w:adjustRightInd w:val="0"/>
        <w:snapToGrid w:val="0"/>
        <w:spacing w:after="0" w:line="500" w:lineRule="exact"/>
        <w:ind w:left="0" w:leftChars="0" w:right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谢谢大家！</w:t>
      </w:r>
    </w:p>
    <w:sectPr>
      <w:pgSz w:w="11906" w:h="16838"/>
      <w:pgMar w:top="1247" w:right="1247" w:bottom="1247" w:left="1247" w:header="708" w:footer="709" w:gutter="0"/>
      <w:paperSrc w:first="0" w:other="0"/>
      <w:cols w:space="720" w:num="1"/>
      <w:rtlGutter w:val="0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auto"/>
    <w:pitch w:val="default"/>
    <w:sig w:usb0="E10002FF" w:usb1="4000ACFF" w:usb2="00000009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isplayHorizontalDrawingGridEvery w:val="1"/>
  <w:displayVerticalDrawingGridEvery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doNotLeaveBackslashAlone/>
    <w:ulTrailSpace/>
    <w:splitPgBreakAndParaMark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5F0F26"/>
    <w:rsid w:val="00041DDC"/>
    <w:rsid w:val="00046F84"/>
    <w:rsid w:val="00056641"/>
    <w:rsid w:val="001361FD"/>
    <w:rsid w:val="0014267B"/>
    <w:rsid w:val="00153214"/>
    <w:rsid w:val="001628A3"/>
    <w:rsid w:val="00172CF1"/>
    <w:rsid w:val="002B6D83"/>
    <w:rsid w:val="00323B43"/>
    <w:rsid w:val="003D37D8"/>
    <w:rsid w:val="00401832"/>
    <w:rsid w:val="00413DA0"/>
    <w:rsid w:val="004358AB"/>
    <w:rsid w:val="005303F4"/>
    <w:rsid w:val="0056289C"/>
    <w:rsid w:val="005D12A4"/>
    <w:rsid w:val="005F0F26"/>
    <w:rsid w:val="00635A23"/>
    <w:rsid w:val="0068335E"/>
    <w:rsid w:val="006F2520"/>
    <w:rsid w:val="00764C4D"/>
    <w:rsid w:val="00814288"/>
    <w:rsid w:val="00840943"/>
    <w:rsid w:val="008B7726"/>
    <w:rsid w:val="00A06590"/>
    <w:rsid w:val="00A13D82"/>
    <w:rsid w:val="00B02E3B"/>
    <w:rsid w:val="00B41285"/>
    <w:rsid w:val="00BA266F"/>
    <w:rsid w:val="00DB0B16"/>
    <w:rsid w:val="00DF7A2A"/>
    <w:rsid w:val="00E458CB"/>
    <w:rsid w:val="00FC7EF4"/>
    <w:rsid w:val="19E0227A"/>
    <w:rsid w:val="7241173A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98</Words>
  <Characters>563</Characters>
  <Lines>0</Lines>
  <Paragraphs>0</Paragraphs>
  <ScaleCrop>false</ScaleCrop>
  <LinksUpToDate>false</LinksUpToDate>
  <CharactersWithSpaces>0</CharactersWithSpaces>
  <Application>WPS Office 个人版_9.1.0.4879_{F1E327BC-269C-435d-A152-05C5408002CA}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2014-12-10T08:17:00Z</dcterms:created>
  <dc:creator>微软用户</dc:creator>
  <cp:lastModifiedBy>Administrator</cp:lastModifiedBy>
  <cp:lastPrinted>2014-07-09T09:22:00Z</cp:lastPrinted>
  <dcterms:modified xsi:type="dcterms:W3CDTF">2014-12-11T00:54:07Z</dcterms:modified>
  <dc:title>在莒县体育总会成立仪式上的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